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265" w:rsidRDefault="000357E7" w:rsidP="002C3265">
      <w:pPr>
        <w:ind w:left="4536"/>
      </w:pPr>
      <w:r>
        <w:t xml:space="preserve">Приложение № </w:t>
      </w:r>
      <w:r w:rsidR="006F0034">
        <w:t>4</w:t>
      </w:r>
    </w:p>
    <w:p w:rsidR="002C3265" w:rsidRDefault="000357E7" w:rsidP="002C3265">
      <w:pPr>
        <w:ind w:left="4536"/>
      </w:pPr>
      <w:r>
        <w:t xml:space="preserve">к </w:t>
      </w:r>
      <w:r w:rsidR="00B51945" w:rsidRPr="00B51945">
        <w:t>Типовому Приглашению</w:t>
      </w:r>
      <w:proofErr w:type="gramStart"/>
      <w:r w:rsidR="00B51945" w:rsidRPr="00B51945">
        <w:t xml:space="preserve"> Д</w:t>
      </w:r>
      <w:proofErr w:type="gramEnd"/>
      <w:r w:rsidR="00B51945" w:rsidRPr="00B51945">
        <w:t>елать Оферты</w:t>
      </w:r>
    </w:p>
    <w:p w:rsidR="00A102BD" w:rsidRPr="00A102BD" w:rsidRDefault="00A102BD" w:rsidP="00DD7AA0">
      <w:pPr>
        <w:rPr>
          <w:bCs/>
        </w:rPr>
      </w:pPr>
      <w:bookmarkStart w:id="0" w:name="RANGE!A1:Y42"/>
      <w:bookmarkEnd w:id="0"/>
    </w:p>
    <w:p w:rsidR="008E3D2F" w:rsidRPr="00DD7AA0" w:rsidRDefault="000357E7" w:rsidP="00BF761F">
      <w:pPr>
        <w:jc w:val="center"/>
        <w:rPr>
          <w:b/>
        </w:rPr>
      </w:pPr>
      <w:bookmarkStart w:id="1" w:name="_Toc249432431"/>
      <w:bookmarkStart w:id="2" w:name="_Toc251146393"/>
      <w:bookmarkStart w:id="3" w:name="_Toc251150722"/>
      <w:bookmarkStart w:id="4" w:name="_Toc251157328"/>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1"/>
      <w:bookmarkEnd w:id="2"/>
      <w:bookmarkEnd w:id="3"/>
      <w:bookmarkEnd w:id="4"/>
      <w:r w:rsidR="006D176A">
        <w:rPr>
          <w:b/>
        </w:rPr>
        <w:t xml:space="preserve"> поставщика</w:t>
      </w:r>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w:t>
            </w:r>
            <w:proofErr w:type="spellStart"/>
            <w:proofErr w:type="gramStart"/>
            <w:r w:rsidRPr="00032612">
              <w:rPr>
                <w:b/>
              </w:rPr>
              <w:t>п</w:t>
            </w:r>
            <w:proofErr w:type="spellEnd"/>
            <w:proofErr w:type="gramEnd"/>
            <w:r w:rsidRPr="00032612">
              <w:rPr>
                <w:b/>
              </w:rPr>
              <w:t>/</w:t>
            </w:r>
            <w:proofErr w:type="spellStart"/>
            <w:r w:rsidRPr="00032612">
              <w:rPr>
                <w:b/>
              </w:rPr>
              <w:t>п</w:t>
            </w:r>
            <w:proofErr w:type="spellEnd"/>
            <w:r w:rsidRPr="00032612">
              <w:rPr>
                <w:b/>
              </w:rPr>
              <w:t xml:space="preserve">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B72358" w:rsidRPr="002C78C8" w:rsidTr="00032612">
        <w:tc>
          <w:tcPr>
            <w:tcW w:w="1336" w:type="dxa"/>
            <w:vAlign w:val="center"/>
          </w:tcPr>
          <w:p w:rsidR="00B72358" w:rsidRPr="002C78C8" w:rsidRDefault="00B72358" w:rsidP="00032612">
            <w:pPr>
              <w:numPr>
                <w:ilvl w:val="0"/>
                <w:numId w:val="28"/>
              </w:numPr>
              <w:jc w:val="both"/>
              <w:rPr>
                <w:lang w:val="en-US"/>
              </w:rPr>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Документы, подтверждающие полномочия руководителя (</w:t>
            </w:r>
            <w:r w:rsidR="002C78C8" w:rsidRPr="002C78C8">
              <w:t xml:space="preserve">копия решения о назначении или об избрании либо приказа о назначении </w:t>
            </w:r>
            <w:r w:rsidR="002C78C8" w:rsidRPr="002C78C8">
              <w:lastRenderedPageBreak/>
              <w:t>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032612">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DE7344" w:rsidRPr="00032612">
              <w:rPr>
                <w:color w:val="000000"/>
                <w:spacing w:val="-6"/>
              </w:rPr>
              <w:t xml:space="preserve"> за последние три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032612">
            <w:pPr>
              <w:jc w:val="both"/>
              <w:rPr>
                <w:color w:val="000000"/>
              </w:rPr>
            </w:pPr>
            <w:r w:rsidRPr="00032612">
              <w:rPr>
                <w:color w:val="000000"/>
              </w:rPr>
              <w:t>Приложить бухгалтерский баланс за последние три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за последние три года</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proofErr w:type="gramStart"/>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roofErr w:type="gramEnd"/>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8B4F52">
            <w:pPr>
              <w:jc w:val="both"/>
            </w:pPr>
            <w:r>
              <w:t>Наличие/отсутствие п</w:t>
            </w:r>
            <w:r w:rsidR="00B72358" w:rsidRPr="00A102BD">
              <w:t>редыдущ</w:t>
            </w:r>
            <w:r>
              <w:t>его</w:t>
            </w:r>
            <w:r w:rsidR="00B72358" w:rsidRPr="00A102BD">
              <w:t xml:space="preserve"> опыт</w:t>
            </w:r>
            <w:r>
              <w:t>а</w:t>
            </w:r>
            <w:r w:rsidR="00B72358" w:rsidRPr="00A102BD">
              <w:t xml:space="preserve"> работы с любым УО </w:t>
            </w:r>
            <w:r>
              <w:t>ОАО «РКС»</w:t>
            </w:r>
            <w:r w:rsidRPr="00A102BD">
              <w:t xml:space="preserve"> </w:t>
            </w:r>
            <w:r w:rsidR="00B72358" w:rsidRPr="00A102BD">
              <w:t xml:space="preserve"> (если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pPr>
              <w:jc w:val="both"/>
            </w:pPr>
            <w:r>
              <w:t>Д</w:t>
            </w:r>
            <w:r w:rsidRPr="002C78C8">
              <w:t xml:space="preserve">окументы, </w:t>
            </w:r>
            <w:proofErr w:type="gramStart"/>
            <w:r w:rsidRPr="002C78C8">
              <w:t>подтверждающие</w:t>
            </w:r>
            <w:proofErr w:type="gramEnd"/>
            <w:r w:rsidRPr="002C78C8">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r w:rsidR="00B51945">
              <w:t xml:space="preserve"> (</w:t>
            </w:r>
            <w:r>
              <w:t xml:space="preserve">приложить </w:t>
            </w:r>
            <w:r w:rsidR="00B51945">
              <w:t>копии)</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032612">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поставок </w:t>
            </w:r>
            <w:r w:rsidR="00F8617E">
              <w:t>т</w:t>
            </w:r>
            <w:r>
              <w:t>овара</w:t>
            </w:r>
            <w:r w:rsidR="00F8617E">
              <w:t>, выполнения работ, 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удостоверяющих личность, в случае, если 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а</w:t>
            </w:r>
            <w:proofErr w:type="gramStart"/>
            <w:r w:rsidR="0001375A">
              <w:t xml:space="preserve"> </w:t>
            </w:r>
            <w:r w:rsidRPr="00A102BD">
              <w:t>:</w:t>
            </w:r>
            <w:proofErr w:type="gramEnd"/>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proofErr w:type="spellStart"/>
            <w:r w:rsidRPr="00A102BD">
              <w:t>Моб</w:t>
            </w:r>
            <w:proofErr w:type="spellEnd"/>
            <w:r w:rsidRPr="00A102BD">
              <w:t>.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5" w:name="_Toc249432432"/>
      <w:bookmarkStart w:id="6" w:name="_Toc251146394"/>
      <w:bookmarkStart w:id="7" w:name="_Toc251150723"/>
      <w:bookmarkStart w:id="8"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5"/>
    <w:bookmarkEnd w:id="6"/>
    <w:bookmarkEnd w:id="7"/>
    <w:bookmarkEnd w:id="8"/>
    <w:p w:rsidR="00E2070C" w:rsidRPr="00361014" w:rsidRDefault="00E2070C" w:rsidP="00042885">
      <w:pPr>
        <w:ind w:left="360"/>
        <w:rPr>
          <w:rFonts w:ascii="Arial" w:hAnsi="Arial" w:cs="Arial"/>
        </w:rPr>
      </w:pPr>
    </w:p>
    <w:sectPr w:rsidR="00E2070C" w:rsidRPr="00361014" w:rsidSect="0055339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9D1" w:rsidRDefault="006179D1">
      <w:r>
        <w:separator/>
      </w:r>
    </w:p>
  </w:endnote>
  <w:endnote w:type="continuationSeparator" w:id="0">
    <w:p w:rsidR="006179D1" w:rsidRDefault="00617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валют">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GulimChe">
    <w:altName w:val="Arial Unicode MS"/>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623" w:rsidRDefault="00EA1623" w:rsidP="00312293">
    <w:pPr>
      <w:pStyle w:val="ae"/>
      <w:jc w:val="right"/>
    </w:pPr>
    <w:r>
      <w:t xml:space="preserve">стр. </w:t>
    </w:r>
    <w:fldSimple w:instr=" PAGE ">
      <w:r w:rsidR="00B8308D">
        <w:rPr>
          <w:noProof/>
        </w:rPr>
        <w:t>3</w:t>
      </w:r>
    </w:fldSimple>
    <w:r>
      <w:t xml:space="preserve"> из </w:t>
    </w:r>
    <w:fldSimple w:instr=" NUMPAGES ">
      <w:r w:rsidR="00B8308D">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9D1" w:rsidRDefault="006179D1">
      <w:r>
        <w:separator/>
      </w:r>
    </w:p>
  </w:footnote>
  <w:footnote w:type="continuationSeparator" w:id="0">
    <w:p w:rsidR="006179D1" w:rsidRDefault="006179D1">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trackRevisions/>
  <w:doNotTrackMoves/>
  <w:defaultTabStop w:val="851"/>
  <w:noPunctuationKerning/>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8F8"/>
    <w:rsid w:val="003A47AB"/>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6764"/>
    <w:rsid w:val="004F79E0"/>
    <w:rsid w:val="00500A1D"/>
    <w:rsid w:val="0050204C"/>
    <w:rsid w:val="00502D42"/>
    <w:rsid w:val="0050476E"/>
    <w:rsid w:val="00505FDC"/>
    <w:rsid w:val="005079FC"/>
    <w:rsid w:val="0051037A"/>
    <w:rsid w:val="0051095F"/>
    <w:rsid w:val="00511C0B"/>
    <w:rsid w:val="00511CC2"/>
    <w:rsid w:val="00512066"/>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4F52"/>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A6E61"/>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223A"/>
    <w:rsid w:val="00A93844"/>
    <w:rsid w:val="00A94A3F"/>
    <w:rsid w:val="00A96E55"/>
    <w:rsid w:val="00A9736F"/>
    <w:rsid w:val="00AA09F9"/>
    <w:rsid w:val="00AA0EF8"/>
    <w:rsid w:val="00AA0F4A"/>
    <w:rsid w:val="00AA1C89"/>
    <w:rsid w:val="00AA7417"/>
    <w:rsid w:val="00AB2770"/>
    <w:rsid w:val="00AB2F34"/>
    <w:rsid w:val="00AB39CF"/>
    <w:rsid w:val="00AB65A3"/>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08D"/>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8AA"/>
    <w:rsid w:val="00D42DF9"/>
    <w:rsid w:val="00D43379"/>
    <w:rsid w:val="00D4499E"/>
    <w:rsid w:val="00D45E92"/>
    <w:rsid w:val="00D46D67"/>
    <w:rsid w:val="00D4769E"/>
    <w:rsid w:val="00D5762E"/>
    <w:rsid w:val="00D60314"/>
    <w:rsid w:val="00D60935"/>
    <w:rsid w:val="00D6147C"/>
    <w:rsid w:val="00D63FCE"/>
    <w:rsid w:val="00D64C3D"/>
    <w:rsid w:val="00D67432"/>
    <w:rsid w:val="00D743F9"/>
    <w:rsid w:val="00D760E8"/>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AA1C89"/>
    <w:rPr>
      <w:rFonts w:ascii="Cambria" w:hAnsi="Cambria" w:cs="Times New Roman"/>
      <w:b/>
      <w:bCs/>
      <w:kern w:val="32"/>
      <w:sz w:val="32"/>
      <w:szCs w:val="32"/>
    </w:rPr>
  </w:style>
  <w:style w:type="character" w:customStyle="1" w:styleId="20">
    <w:name w:val="Заголовок 2 Знак"/>
    <w:basedOn w:val="a0"/>
    <w:link w:val="2"/>
    <w:semiHidden/>
    <w:locked/>
    <w:rsid w:val="00AA1C89"/>
    <w:rPr>
      <w:rFonts w:ascii="Cambria" w:hAnsi="Cambria" w:cs="Times New Roman"/>
      <w:b/>
      <w:bCs/>
      <w:i/>
      <w:iCs/>
      <w:sz w:val="28"/>
      <w:szCs w:val="28"/>
    </w:rPr>
  </w:style>
  <w:style w:type="character" w:customStyle="1" w:styleId="30">
    <w:name w:val="Заголовок 3 Знак"/>
    <w:basedOn w:val="a0"/>
    <w:link w:val="3"/>
    <w:locked/>
    <w:rsid w:val="00F80954"/>
    <w:rPr>
      <w:rFonts w:ascii="Verdana" w:hAnsi="Verdana" w:cs="Arial"/>
      <w:b/>
      <w:bCs/>
      <w:szCs w:val="26"/>
      <w:lang w:val="ru-RU" w:eastAsia="ru-RU" w:bidi="ar-SA"/>
    </w:rPr>
  </w:style>
  <w:style w:type="character" w:customStyle="1" w:styleId="40">
    <w:name w:val="Заголовок 4 Знак"/>
    <w:basedOn w:val="a0"/>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basedOn w:val="a0"/>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basedOn w:val="a0"/>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basedOn w:val="a0"/>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basedOn w:val="a0"/>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basedOn w:val="a0"/>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basedOn w:val="a0"/>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basedOn w:val="a0"/>
    <w:link w:val="ae"/>
    <w:semiHidden/>
    <w:locked/>
    <w:rsid w:val="00AA1C89"/>
    <w:rPr>
      <w:rFonts w:ascii="Verdana" w:hAnsi="Verdana" w:cs="Times New Roman"/>
      <w:sz w:val="20"/>
      <w:szCs w:val="20"/>
    </w:rPr>
  </w:style>
  <w:style w:type="character" w:styleId="af0">
    <w:name w:val="page number"/>
    <w:basedOn w:val="a0"/>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basedOn w:val="a0"/>
    <w:link w:val="af1"/>
    <w:locked/>
    <w:rsid w:val="002A1714"/>
    <w:rPr>
      <w:rFonts w:ascii="Tahoma" w:hAnsi="Tahoma" w:cs="Tahoma"/>
      <w:sz w:val="16"/>
      <w:szCs w:val="16"/>
    </w:rPr>
  </w:style>
  <w:style w:type="character" w:styleId="af3">
    <w:name w:val="annotation reference"/>
    <w:basedOn w:val="a0"/>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basedOn w:val="a0"/>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basedOn w:val="af5"/>
    <w:link w:val="af6"/>
    <w:locked/>
    <w:rsid w:val="00832298"/>
    <w:rPr>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basedOn w:val="a0"/>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basedOn w:val="a0"/>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basedOn w:val="a0"/>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basedOn w:val="a0"/>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basedOn w:val="a0"/>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basedOn w:val="a0"/>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basedOn w:val="a0"/>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basedOn w:val="a0"/>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basedOn w:val="a0"/>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basedOn w:val="a0"/>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basedOn w:val="a0"/>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basedOn w:val="a0"/>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basedOn w:val="a0"/>
    <w:semiHidden/>
    <w:rsid w:val="00E71C9D"/>
    <w:rPr>
      <w:vertAlign w:val="superscript"/>
    </w:rPr>
  </w:style>
  <w:style w:type="character" w:customStyle="1" w:styleId="style20">
    <w:name w:val="style20"/>
    <w:basedOn w:val="a0"/>
    <w:rsid w:val="00C06C39"/>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в.2.dot</Template>
  <TotalTime>1</TotalTime>
  <Pages>3</Pages>
  <Words>499</Words>
  <Characters>3539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4030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Злотников Кирилл Эдуардович</cp:lastModifiedBy>
  <cp:revision>3</cp:revision>
  <cp:lastPrinted>2012-04-03T06:11:00Z</cp:lastPrinted>
  <dcterms:created xsi:type="dcterms:W3CDTF">2012-03-30T12:35:00Z</dcterms:created>
  <dcterms:modified xsi:type="dcterms:W3CDTF">2012-04-03T06:11:00Z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